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B5218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1E5DBB" w:rsidRPr="001E5DBB">
        <w:rPr>
          <w:b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E5DBB" w:rsidRPr="001E5DBB">
        <w:rPr>
          <w:rFonts w:ascii="Times New Roman" w:eastAsia="Times New Roman" w:hAnsi="Times New Roman"/>
          <w:b/>
          <w:sz w:val="24"/>
          <w:szCs w:val="20"/>
          <w:lang w:eastAsia="pl-PL"/>
        </w:rPr>
        <w:t>BP.271.37.2019.BS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1E5DBB" w:rsidRPr="001E5DBB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1E5DBB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E5DBB">
        <w:rPr>
          <w:rFonts w:ascii="Times New Roman" w:eastAsia="Times New Roman" w:hAnsi="Times New Roman"/>
          <w:b/>
          <w:sz w:val="24"/>
          <w:szCs w:val="24"/>
          <w:lang w:eastAsia="pl-PL"/>
        </w:rPr>
        <w:t>Prowadzenie i obsługa akcji zimowej 2019/2020 i 2020/2021 na drogach będących w zarządzie gminy Śrem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39D" w:rsidRDefault="008B539D" w:rsidP="00025386">
      <w:pPr>
        <w:spacing w:after="0" w:line="240" w:lineRule="auto"/>
      </w:pPr>
      <w:r>
        <w:separator/>
      </w:r>
    </w:p>
  </w:endnote>
  <w:endnote w:type="continuationSeparator" w:id="0">
    <w:p w:rsidR="008B539D" w:rsidRDefault="008B539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DBB" w:rsidRDefault="001E5D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5218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937D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937D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DBB" w:rsidRDefault="001E5D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39D" w:rsidRDefault="008B539D" w:rsidP="00025386">
      <w:pPr>
        <w:spacing w:after="0" w:line="240" w:lineRule="auto"/>
      </w:pPr>
      <w:r>
        <w:separator/>
      </w:r>
    </w:p>
  </w:footnote>
  <w:footnote w:type="continuationSeparator" w:id="0">
    <w:p w:rsidR="008B539D" w:rsidRDefault="008B539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DBB" w:rsidRDefault="001E5D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DBB" w:rsidRDefault="001E5DB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DBB" w:rsidRDefault="001E5D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9D"/>
    <w:rsid w:val="00025386"/>
    <w:rsid w:val="00101B40"/>
    <w:rsid w:val="001C2314"/>
    <w:rsid w:val="001E5DBB"/>
    <w:rsid w:val="003C30EF"/>
    <w:rsid w:val="005624D8"/>
    <w:rsid w:val="005A0158"/>
    <w:rsid w:val="0069796D"/>
    <w:rsid w:val="007937D8"/>
    <w:rsid w:val="008B539D"/>
    <w:rsid w:val="008E405A"/>
    <w:rsid w:val="008F2498"/>
    <w:rsid w:val="00A56A6F"/>
    <w:rsid w:val="00B52185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2019-10-11T09:21:00Z</dcterms:created>
  <dcterms:modified xsi:type="dcterms:W3CDTF">2019-10-11T09:21:00Z</dcterms:modified>
</cp:coreProperties>
</file>